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435697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0F36CBCE" w:rsidR="00CC7E12" w:rsidRPr="00A54697" w:rsidRDefault="00CC7E12" w:rsidP="00491AD2">
      <w:pPr>
        <w:spacing w:after="0"/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D7896" w:rsidRPr="001D7896">
        <w:rPr>
          <w:rFonts w:cstheme="minorHAnsi"/>
          <w:b/>
          <w:bCs/>
        </w:rPr>
        <w:t>Modernizacja budynku administracyjnego w RE Przemyśl przy ul. Sportowej 1A, 3 w zakresie: wykonania hydroizolacji pionowych i poziomych, przebudowa kanalizacji deszczowej i sanitarnej, przyłączy wodnych, instalacji odgromowej, przebudowa placu manewrowego, ogrodzenia, oraz budowa wiaty na odpady</w:t>
      </w:r>
      <w:r w:rsidR="00CA47A8">
        <w:rPr>
          <w:rFonts w:cstheme="minorHAnsi"/>
          <w:b/>
          <w:bCs/>
        </w:rPr>
        <w:t xml:space="preserve">, </w:t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1D7896" w:rsidRPr="001D7896">
        <w:rPr>
          <w:rFonts w:cstheme="minorHAnsi"/>
          <w:b/>
        </w:rPr>
        <w:t>POST/DYS/OZ/GZ/00189/2026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0F8F9E6" w:rsidR="00347E8D" w:rsidRPr="006B2C28" w:rsidRDefault="001D7896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D7896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POST/DYS/OZ/GZ/00189/2026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D5B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D7896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092C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000EA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47A8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05700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2</Pages>
  <Words>824</Words>
  <Characters>4946</Characters>
  <Application>Microsoft Office Word</Application>
  <DocSecurity>0</DocSecurity>
  <Lines>41</Lines>
  <Paragraphs>11</Paragraphs>
  <ScaleCrop>false</ScaleCrop>
  <Company>PGE Systemy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32</cp:revision>
  <cp:lastPrinted>2024-07-15T11:21:00Z</cp:lastPrinted>
  <dcterms:created xsi:type="dcterms:W3CDTF">2025-01-15T13:15:00Z</dcterms:created>
  <dcterms:modified xsi:type="dcterms:W3CDTF">2026-01-23T11:01:00Z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